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551" w:rsidRDefault="009238AB">
      <w:bookmarkStart w:id="0" w:name="_GoBack"/>
      <w:r>
        <w:rPr>
          <w:noProof/>
        </w:rPr>
        <w:drawing>
          <wp:inline distT="0" distB="0" distL="0" distR="0" wp14:anchorId="4B726FD0" wp14:editId="0CFA7537">
            <wp:extent cx="5827923" cy="2622014"/>
            <wp:effectExtent l="0" t="0" r="190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629" t="38765" r="16296" b="19800"/>
                    <a:stretch/>
                  </pic:blipFill>
                  <pic:spPr bwMode="auto">
                    <a:xfrm>
                      <a:off x="0" y="0"/>
                      <a:ext cx="5825667" cy="26209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975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AB"/>
    <w:rsid w:val="009238AB"/>
    <w:rsid w:val="00B9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8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40842FFC.dotm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Janna Moes</dc:creator>
  <cp:keywords/>
  <dc:description/>
  <cp:lastModifiedBy>Janna Moes</cp:lastModifiedBy>
  <cp:revision>1</cp:revision>
  <dcterms:created xsi:type="dcterms:W3CDTF">2011-06-28T18:37:00Z</dcterms:created>
  <dcterms:modified xsi:type="dcterms:W3CDTF">2011-06-28T18:38:00Z</dcterms:modified>
</cp:coreProperties>
</file>